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1444A" w14:textId="184EABA5" w:rsidR="00053BE7" w:rsidRPr="00815E48" w:rsidRDefault="00053BE7" w:rsidP="1480DE8D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1480DE8D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41B599B5" w14:textId="77777777" w:rsidR="00053BE7" w:rsidRPr="00815E48" w:rsidRDefault="00053BE7" w:rsidP="00053B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22C5F82" w14:textId="4078ABEF" w:rsidR="0085747A" w:rsidRPr="008250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25055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25055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136EA45" w14:textId="2FBB8A11" w:rsidR="00445970" w:rsidRPr="00EA4832" w:rsidRDefault="00445970" w:rsidP="00005A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60197">
        <w:rPr>
          <w:rFonts w:ascii="Corbel" w:hAnsi="Corbel"/>
          <w:sz w:val="20"/>
          <w:szCs w:val="20"/>
        </w:rPr>
        <w:t>2022/2023</w:t>
      </w:r>
    </w:p>
    <w:p w14:paraId="42C631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242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0E62B9" w14:textId="77777777" w:rsidTr="57C1B116">
        <w:tc>
          <w:tcPr>
            <w:tcW w:w="2694" w:type="dxa"/>
            <w:vAlign w:val="center"/>
          </w:tcPr>
          <w:p w14:paraId="7C9F87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133614" w14:textId="07AA3843" w:rsidR="0085747A" w:rsidRPr="009C54AE" w:rsidRDefault="00360197" w:rsidP="57C1B1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7C1B116">
              <w:rPr>
                <w:rFonts w:ascii="Corbel" w:hAnsi="Corbel"/>
                <w:b w:val="0"/>
                <w:sz w:val="24"/>
                <w:szCs w:val="24"/>
              </w:rPr>
              <w:t>Komputerowe wspomaganie procesów podejmowania decyzji</w:t>
            </w:r>
          </w:p>
        </w:tc>
      </w:tr>
      <w:tr w:rsidR="0085747A" w:rsidRPr="009C54AE" w14:paraId="3CB42FB8" w14:textId="77777777" w:rsidTr="57C1B116">
        <w:tc>
          <w:tcPr>
            <w:tcW w:w="2694" w:type="dxa"/>
            <w:vAlign w:val="center"/>
          </w:tcPr>
          <w:p w14:paraId="15EE3B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737DF6" w14:textId="45EB8CD2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E/I/GRiL/C-1.12.a</w:t>
            </w:r>
          </w:p>
        </w:tc>
      </w:tr>
      <w:tr w:rsidR="0085747A" w:rsidRPr="009C54AE" w14:paraId="4DCBF264" w14:textId="77777777" w:rsidTr="57C1B116">
        <w:tc>
          <w:tcPr>
            <w:tcW w:w="2694" w:type="dxa"/>
            <w:vAlign w:val="center"/>
          </w:tcPr>
          <w:p w14:paraId="6797684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895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B22336" w14:textId="77777777" w:rsidTr="57C1B116">
        <w:tc>
          <w:tcPr>
            <w:tcW w:w="2694" w:type="dxa"/>
            <w:vAlign w:val="center"/>
          </w:tcPr>
          <w:p w14:paraId="241EB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BC7A71" w14:textId="6FC3AAB4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BACBF90" w14:textId="77777777" w:rsidTr="57C1B116">
        <w:tc>
          <w:tcPr>
            <w:tcW w:w="2694" w:type="dxa"/>
            <w:vAlign w:val="center"/>
          </w:tcPr>
          <w:p w14:paraId="29FD80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29E7C1" w14:textId="5CCB316A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953BAF" w14:textId="77777777" w:rsidTr="57C1B116">
        <w:tc>
          <w:tcPr>
            <w:tcW w:w="2694" w:type="dxa"/>
            <w:vAlign w:val="center"/>
          </w:tcPr>
          <w:p w14:paraId="3D3DD93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C408E0" w14:textId="7E105BCF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FD57415" w14:textId="77777777" w:rsidTr="57C1B116">
        <w:tc>
          <w:tcPr>
            <w:tcW w:w="2694" w:type="dxa"/>
            <w:vAlign w:val="center"/>
          </w:tcPr>
          <w:p w14:paraId="6F1F9F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D9C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707852" w14:textId="77777777" w:rsidTr="57C1B116">
        <w:tc>
          <w:tcPr>
            <w:tcW w:w="2694" w:type="dxa"/>
            <w:vAlign w:val="center"/>
          </w:tcPr>
          <w:p w14:paraId="0AD315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F0BC30" w14:textId="53E2A75B" w:rsidR="0085747A" w:rsidRPr="00D4504B" w:rsidRDefault="00D450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4504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289918F" w14:textId="77777777" w:rsidTr="57C1B116">
        <w:tc>
          <w:tcPr>
            <w:tcW w:w="2694" w:type="dxa"/>
            <w:vAlign w:val="center"/>
          </w:tcPr>
          <w:p w14:paraId="79C4B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BDE868" w14:textId="5530A853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AEFE2B4" w14:textId="77777777" w:rsidTr="57C1B116">
        <w:tc>
          <w:tcPr>
            <w:tcW w:w="2694" w:type="dxa"/>
            <w:vAlign w:val="center"/>
          </w:tcPr>
          <w:p w14:paraId="62A1E2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CFB41" w14:textId="46B657C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E4D84F" w14:textId="77777777" w:rsidTr="57C1B116">
        <w:tc>
          <w:tcPr>
            <w:tcW w:w="2694" w:type="dxa"/>
            <w:vAlign w:val="center"/>
          </w:tcPr>
          <w:p w14:paraId="4FD8D10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D8F2BB" w14:textId="1E8A03AB" w:rsidR="00923D7D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A4EA3CD" w14:textId="77777777" w:rsidTr="57C1B116">
        <w:tc>
          <w:tcPr>
            <w:tcW w:w="2694" w:type="dxa"/>
            <w:vAlign w:val="center"/>
          </w:tcPr>
          <w:p w14:paraId="524B2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46620" w14:textId="4A2EBC55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9C54AE" w14:paraId="03B61A6C" w14:textId="77777777" w:rsidTr="57C1B116">
        <w:tc>
          <w:tcPr>
            <w:tcW w:w="2694" w:type="dxa"/>
            <w:vAlign w:val="center"/>
          </w:tcPr>
          <w:p w14:paraId="35EEE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6ADD3C" w14:textId="374414E0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60197">
              <w:rPr>
                <w:rFonts w:ascii="Corbel" w:hAnsi="Corbel"/>
                <w:b w:val="0"/>
                <w:sz w:val="24"/>
                <w:szCs w:val="24"/>
              </w:rPr>
              <w:t>Maria Sarama</w:t>
            </w:r>
          </w:p>
        </w:tc>
      </w:tr>
    </w:tbl>
    <w:p w14:paraId="7C20499E" w14:textId="79A7EDC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2766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B52E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D6361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E674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1B066D" w14:textId="77777777" w:rsidTr="004C22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2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F465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D5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9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6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B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5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C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88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6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A3E589" w14:textId="77777777" w:rsidTr="004C22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D2D" w14:textId="076F0C2F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9F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79C" w14:textId="58A680A6" w:rsidR="00015B8F" w:rsidRPr="009C54AE" w:rsidRDefault="00D450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72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61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B9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6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C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AA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DE7C" w14:textId="2F3D661B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89504E" w14:textId="6182DA9F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DAAF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8CBD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8819F" w14:textId="77777777" w:rsidR="00FF4F74" w:rsidRDefault="00FF4F74" w:rsidP="00FF4F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CC16656" w14:textId="77777777" w:rsidR="00FF4F74" w:rsidRPr="00FF4F74" w:rsidRDefault="00FF4F74" w:rsidP="00FF4F7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F4F7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F4F74">
        <w:rPr>
          <w:rStyle w:val="normaltextrun"/>
          <w:rFonts w:ascii="Corbel" w:hAnsi="Corbel" w:cs="Segoe UI"/>
          <w:smallCaps w:val="0"/>
          <w:szCs w:val="24"/>
        </w:rPr>
        <w:t> </w:t>
      </w:r>
      <w:r w:rsidRPr="00FF4F7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F4F7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C040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643900" w14:textId="28555CE4" w:rsidR="00E22FBC" w:rsidRPr="009C54AE" w:rsidRDefault="00E22FBC" w:rsidP="1480DE8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80DE8D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480DE8D">
        <w:rPr>
          <w:rFonts w:ascii="Corbel" w:hAnsi="Corbel"/>
          <w:smallCaps w:val="0"/>
        </w:rPr>
        <w:t>For</w:t>
      </w:r>
      <w:r w:rsidR="00445970" w:rsidRPr="1480DE8D">
        <w:rPr>
          <w:rFonts w:ascii="Corbel" w:hAnsi="Corbel"/>
          <w:smallCaps w:val="0"/>
        </w:rPr>
        <w:t xml:space="preserve">ma zaliczenia przedmiotu </w:t>
      </w:r>
      <w:r w:rsidRPr="1480DE8D">
        <w:rPr>
          <w:rFonts w:ascii="Corbel" w:hAnsi="Corbel"/>
          <w:smallCaps w:val="0"/>
        </w:rPr>
        <w:t xml:space="preserve">(z toku) </w:t>
      </w:r>
      <w:r w:rsidRPr="1480DE8D">
        <w:rPr>
          <w:rFonts w:ascii="Corbel" w:hAnsi="Corbel"/>
          <w:b w:val="0"/>
          <w:smallCaps w:val="0"/>
        </w:rPr>
        <w:t>(egzamin</w:t>
      </w:r>
      <w:bookmarkStart w:id="1" w:name="_Hlk54265157"/>
      <w:r w:rsidRPr="1480DE8D">
        <w:rPr>
          <w:rFonts w:ascii="Corbel" w:hAnsi="Corbel"/>
          <w:b w:val="0"/>
          <w:smallCaps w:val="0"/>
        </w:rPr>
        <w:t>, zaliczenie z oceną</w:t>
      </w:r>
      <w:bookmarkEnd w:id="1"/>
      <w:r w:rsidRPr="1480DE8D">
        <w:rPr>
          <w:rFonts w:ascii="Corbel" w:hAnsi="Corbel"/>
          <w:b w:val="0"/>
          <w:smallCaps w:val="0"/>
        </w:rPr>
        <w:t>, zaliczenie bez oceny)</w:t>
      </w:r>
    </w:p>
    <w:p w14:paraId="69EB92A8" w14:textId="2A1F1FB1" w:rsidR="009C54AE" w:rsidRDefault="007C7950" w:rsidP="008250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</w:t>
      </w:r>
      <w:r w:rsidRPr="00825055">
        <w:rPr>
          <w:rFonts w:ascii="Corbel" w:hAnsi="Corbel"/>
          <w:b w:val="0"/>
          <w:smallCaps w:val="0"/>
          <w:szCs w:val="24"/>
        </w:rPr>
        <w:t>zaliczenie z oceną</w:t>
      </w:r>
    </w:p>
    <w:p w14:paraId="0D6639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C87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66A48" w14:textId="77777777" w:rsidTr="00745302">
        <w:tc>
          <w:tcPr>
            <w:tcW w:w="9670" w:type="dxa"/>
          </w:tcPr>
          <w:p w14:paraId="2087550C" w14:textId="67F6E862" w:rsidR="0085747A" w:rsidRPr="009C54AE" w:rsidRDefault="007C7950" w:rsidP="007C79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statystyki i ekonometrii.</w:t>
            </w:r>
          </w:p>
        </w:tc>
      </w:tr>
    </w:tbl>
    <w:p w14:paraId="76B7F3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6B120" w14:textId="4B304FA3" w:rsidR="0085747A" w:rsidRPr="00C05F44" w:rsidRDefault="0071620A" w:rsidP="1480DE8D">
      <w:pPr>
        <w:pStyle w:val="Punktygwne"/>
        <w:spacing w:before="0" w:after="0"/>
        <w:rPr>
          <w:rFonts w:ascii="Corbel" w:hAnsi="Corbel"/>
        </w:rPr>
      </w:pPr>
      <w:r w:rsidRPr="1480DE8D">
        <w:rPr>
          <w:rFonts w:ascii="Corbel" w:hAnsi="Corbel"/>
        </w:rPr>
        <w:t>3.</w:t>
      </w:r>
      <w:r w:rsidR="004C2271" w:rsidRPr="1480DE8D">
        <w:rPr>
          <w:rFonts w:ascii="Corbel" w:hAnsi="Corbel"/>
        </w:rPr>
        <w:t>C</w:t>
      </w:r>
      <w:r w:rsidR="00A84C85" w:rsidRPr="1480DE8D">
        <w:rPr>
          <w:rFonts w:ascii="Corbel" w:hAnsi="Corbel"/>
        </w:rPr>
        <w:t>ele, efekty uczenia się</w:t>
      </w:r>
      <w:r w:rsidR="0085747A" w:rsidRPr="1480DE8D">
        <w:rPr>
          <w:rFonts w:ascii="Corbel" w:hAnsi="Corbel"/>
        </w:rPr>
        <w:t xml:space="preserve">, treści </w:t>
      </w:r>
      <w:r w:rsidR="004C2271" w:rsidRPr="1480DE8D">
        <w:rPr>
          <w:rFonts w:ascii="Corbel" w:hAnsi="Corbel"/>
        </w:rPr>
        <w:t>p</w:t>
      </w:r>
      <w:r w:rsidR="0085747A" w:rsidRPr="1480DE8D">
        <w:rPr>
          <w:rFonts w:ascii="Corbel" w:hAnsi="Corbel"/>
        </w:rPr>
        <w:t xml:space="preserve">rogramowe i stosowane metody </w:t>
      </w:r>
      <w:r w:rsidR="004C2271" w:rsidRPr="1480DE8D">
        <w:rPr>
          <w:rFonts w:ascii="Corbel" w:hAnsi="Corbel"/>
        </w:rPr>
        <w:t>d</w:t>
      </w:r>
      <w:r w:rsidR="0085747A" w:rsidRPr="1480DE8D">
        <w:rPr>
          <w:rFonts w:ascii="Corbel" w:hAnsi="Corbel"/>
        </w:rPr>
        <w:t>ydaktyczne</w:t>
      </w:r>
    </w:p>
    <w:p w14:paraId="57F5E0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ABF0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2AAD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59518E" w14:textId="77777777" w:rsidTr="00923D7D">
        <w:tc>
          <w:tcPr>
            <w:tcW w:w="851" w:type="dxa"/>
            <w:vAlign w:val="center"/>
          </w:tcPr>
          <w:p w14:paraId="01591ED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018BB4" w14:textId="343A34CC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Opanowanie przez studentów pewnego zbioru metod, procedur i algorytmów wspomagających proces podejmowania decyzji.</w:t>
            </w:r>
          </w:p>
        </w:tc>
      </w:tr>
      <w:tr w:rsidR="0085747A" w:rsidRPr="009C54AE" w14:paraId="663725F0" w14:textId="77777777" w:rsidTr="00923D7D">
        <w:tc>
          <w:tcPr>
            <w:tcW w:w="851" w:type="dxa"/>
            <w:vAlign w:val="center"/>
          </w:tcPr>
          <w:p w14:paraId="669A9FBB" w14:textId="12630EB8" w:rsidR="0085747A" w:rsidRPr="009C54AE" w:rsidRDefault="007C79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7950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4EEBF8B" w14:textId="6FF91E66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85747A" w:rsidRPr="009C54AE" w14:paraId="37A7EA0B" w14:textId="77777777" w:rsidTr="00923D7D">
        <w:tc>
          <w:tcPr>
            <w:tcW w:w="851" w:type="dxa"/>
            <w:vAlign w:val="center"/>
          </w:tcPr>
          <w:p w14:paraId="6CB75E59" w14:textId="74A8199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9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1AB6754" w14:textId="38B1401F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3FCA6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6008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4204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FE6A5CC" w14:textId="77777777" w:rsidTr="1480DE8D">
        <w:tc>
          <w:tcPr>
            <w:tcW w:w="1701" w:type="dxa"/>
            <w:vAlign w:val="center"/>
          </w:tcPr>
          <w:p w14:paraId="4DA4E5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FE15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9B82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1822473" w14:textId="77777777" w:rsidTr="1480DE8D">
        <w:tc>
          <w:tcPr>
            <w:tcW w:w="1701" w:type="dxa"/>
          </w:tcPr>
          <w:p w14:paraId="7E7371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C4055E" w14:textId="1DFFF313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analizować dane niezbędne w procesie podejmowania decyzji za pomocą arkuszy kalkulacyjnych.</w:t>
            </w:r>
          </w:p>
        </w:tc>
        <w:tc>
          <w:tcPr>
            <w:tcW w:w="1873" w:type="dxa"/>
          </w:tcPr>
          <w:p w14:paraId="34F025F6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40EA94F" w14:textId="7BED2A60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0F79D4CC" w14:textId="77777777" w:rsidTr="1480DE8D">
        <w:tc>
          <w:tcPr>
            <w:tcW w:w="1701" w:type="dxa"/>
          </w:tcPr>
          <w:p w14:paraId="08BD2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90A877" w14:textId="4198F6E5" w:rsidR="0085747A" w:rsidRPr="009C54AE" w:rsidRDefault="000937A6" w:rsidP="1480D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80DE8D">
              <w:rPr>
                <w:rFonts w:ascii="Corbel" w:hAnsi="Corbel"/>
                <w:b w:val="0"/>
                <w:smallCaps w:val="0"/>
              </w:rPr>
              <w:t>Wykorzystując wiedzę ekonomiczną, potrafi rozwiązać za pomocą komputera typowy problem decyzyjny oraz zaprezentować i zinterpretować wyniki.</w:t>
            </w:r>
          </w:p>
        </w:tc>
        <w:tc>
          <w:tcPr>
            <w:tcW w:w="1873" w:type="dxa"/>
          </w:tcPr>
          <w:p w14:paraId="7AD1455C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95EE723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79BCFA5" w14:textId="58D60859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5747A" w:rsidRPr="009C54AE" w14:paraId="163761FC" w14:textId="77777777" w:rsidTr="1480DE8D">
        <w:tc>
          <w:tcPr>
            <w:tcW w:w="1701" w:type="dxa"/>
          </w:tcPr>
          <w:p w14:paraId="4FE54025" w14:textId="78C741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937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DAA176" w14:textId="08272324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zastosować metody programowania sieciowego do rozwiązywania problemów decyzyjnych oraz zaprezentować otrzymane wyniki.</w:t>
            </w:r>
          </w:p>
        </w:tc>
        <w:tc>
          <w:tcPr>
            <w:tcW w:w="1873" w:type="dxa"/>
          </w:tcPr>
          <w:p w14:paraId="26EA368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39B4E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70F36C" w14:textId="7ADCD02F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6939B643" w14:textId="77777777" w:rsidTr="1480DE8D">
        <w:tc>
          <w:tcPr>
            <w:tcW w:w="1701" w:type="dxa"/>
          </w:tcPr>
          <w:p w14:paraId="0E244140" w14:textId="3D1F5921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FE7F690" w14:textId="091558FF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Wykonuje proste symulacje komputerowe dotyczące przebiegu zjawisk i procesów gospodarczych.</w:t>
            </w:r>
          </w:p>
        </w:tc>
        <w:tc>
          <w:tcPr>
            <w:tcW w:w="1873" w:type="dxa"/>
          </w:tcPr>
          <w:p w14:paraId="4464F998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0EAC2A3" w14:textId="70C826EA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48B57A85" w14:textId="77777777" w:rsidTr="1480DE8D">
        <w:tc>
          <w:tcPr>
            <w:tcW w:w="1701" w:type="dxa"/>
          </w:tcPr>
          <w:p w14:paraId="036E67FF" w14:textId="1D735E10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D985483" w14:textId="0D9D073C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 decyzyjnego i wyznacza decyzje optymalne</w:t>
            </w:r>
          </w:p>
        </w:tc>
        <w:tc>
          <w:tcPr>
            <w:tcW w:w="1873" w:type="dxa"/>
          </w:tcPr>
          <w:p w14:paraId="17EF0C3F" w14:textId="6CBF2518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B6BB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A4E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CED3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F4C7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9DC360" w14:textId="77777777" w:rsidTr="000937A6">
        <w:tc>
          <w:tcPr>
            <w:tcW w:w="9520" w:type="dxa"/>
          </w:tcPr>
          <w:p w14:paraId="1E980F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A7A6B5" w14:textId="77777777" w:rsidTr="000937A6">
        <w:tc>
          <w:tcPr>
            <w:tcW w:w="9520" w:type="dxa"/>
          </w:tcPr>
          <w:p w14:paraId="215D12D1" w14:textId="2AE46838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Możliwości zastosowania arkuszy kalkulacyjnych do analizy danych niezbędnych w procesie podejmowania decyzji.</w:t>
            </w:r>
          </w:p>
        </w:tc>
      </w:tr>
      <w:tr w:rsidR="0085747A" w:rsidRPr="009C54AE" w14:paraId="60A6D3BD" w14:textId="77777777" w:rsidTr="000937A6">
        <w:tc>
          <w:tcPr>
            <w:tcW w:w="9520" w:type="dxa"/>
          </w:tcPr>
          <w:p w14:paraId="5CB32BDE" w14:textId="284800D5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Wybrane zastosowania arkuszy kalkulacyjnych do wyznaczania decyzji optymalnych. Zasady budowy modeli dla problemów występujących najczęściej w praktyce. Możliwości wykorzystania dodatku Solver.</w:t>
            </w:r>
          </w:p>
        </w:tc>
      </w:tr>
      <w:tr w:rsidR="0085747A" w:rsidRPr="009C54AE" w14:paraId="1398768C" w14:textId="77777777" w:rsidTr="000937A6">
        <w:tc>
          <w:tcPr>
            <w:tcW w:w="9520" w:type="dxa"/>
          </w:tcPr>
          <w:p w14:paraId="7B15EFAB" w14:textId="4FB759F9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występowania wielu kryteriów oceny decyzji.</w:t>
            </w:r>
          </w:p>
        </w:tc>
      </w:tr>
      <w:tr w:rsidR="000937A6" w:rsidRPr="009C54AE" w14:paraId="72BF0EB1" w14:textId="77777777" w:rsidTr="000937A6">
        <w:tc>
          <w:tcPr>
            <w:tcW w:w="9520" w:type="dxa"/>
          </w:tcPr>
          <w:p w14:paraId="4B901D40" w14:textId="098E179B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0937A6" w:rsidRPr="009C54AE" w14:paraId="073C1DAF" w14:textId="77777777" w:rsidTr="000937A6">
        <w:tc>
          <w:tcPr>
            <w:tcW w:w="9520" w:type="dxa"/>
          </w:tcPr>
          <w:p w14:paraId="6C36A3F0" w14:textId="75ECC314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Metody wykorzystywane w zarządzaniu projektami – metoda CPM, CPM-Cost, PERT.</w:t>
            </w:r>
          </w:p>
        </w:tc>
      </w:tr>
      <w:tr w:rsidR="000937A6" w:rsidRPr="009C54AE" w14:paraId="5CD5868F" w14:textId="77777777" w:rsidTr="000937A6">
        <w:tc>
          <w:tcPr>
            <w:tcW w:w="9520" w:type="dxa"/>
          </w:tcPr>
          <w:p w14:paraId="2D34C77B" w14:textId="208483D5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Rozwiązywanie problemów decyzyjnych za pomocą symulacji. Analizy „co – jeśli”. Model deterministyczny i stochastyczny wybranego zjawiska ekonomicznego – porównanie. Przykład symulacji dynamicznej (analiza efektów różnych wariantów podejmowanej decyzji).</w:t>
            </w:r>
          </w:p>
        </w:tc>
      </w:tr>
    </w:tbl>
    <w:p w14:paraId="5B08A3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1E9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07A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13EEE" w14:textId="185FA558" w:rsidR="00E960BB" w:rsidRPr="0046413C" w:rsidRDefault="004641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46413C">
        <w:rPr>
          <w:rFonts w:ascii="Corbel" w:hAnsi="Corbel"/>
          <w:b w:val="0"/>
          <w:bCs/>
          <w:smallCaps w:val="0"/>
          <w:szCs w:val="24"/>
        </w:rPr>
        <w:t>Ćwiczenia obejmujące rozwiązywanie zadań (problemów decyzyjnych) za pomocą komputera –praca w laboratorium.</w:t>
      </w:r>
    </w:p>
    <w:p w14:paraId="6C17D9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F812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DFF7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33B2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37F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FAB9B5" w14:textId="77777777" w:rsidTr="00763A35">
        <w:tc>
          <w:tcPr>
            <w:tcW w:w="1962" w:type="dxa"/>
            <w:vAlign w:val="center"/>
          </w:tcPr>
          <w:p w14:paraId="2F4ADD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23A56B" w14:textId="57BB3B96" w:rsidR="0085747A" w:rsidRPr="00005A66" w:rsidRDefault="00F974D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01503B2C" w14:textId="0D6CD6AA" w:rsidR="0085747A" w:rsidRPr="009C54AE" w:rsidRDefault="0085747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8DF4C82" w14:textId="77777777" w:rsidTr="00763A35">
        <w:tc>
          <w:tcPr>
            <w:tcW w:w="1962" w:type="dxa"/>
          </w:tcPr>
          <w:p w14:paraId="16B353D6" w14:textId="72FADAAC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8A3FA27" w14:textId="3C7D4AEF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C099F6" w14:textId="3871C59C" w:rsidR="0085747A" w:rsidRPr="009C54AE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69F11650" w14:textId="77777777" w:rsidTr="00763A35">
        <w:tc>
          <w:tcPr>
            <w:tcW w:w="1962" w:type="dxa"/>
          </w:tcPr>
          <w:p w14:paraId="7986DE68" w14:textId="47CF222C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460F2B0D" w14:textId="2B9A71DE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EF36185" w14:textId="0979B8FB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3CFE2F28" w14:textId="77777777" w:rsidTr="00763A35">
        <w:tc>
          <w:tcPr>
            <w:tcW w:w="1962" w:type="dxa"/>
          </w:tcPr>
          <w:p w14:paraId="6F826D48" w14:textId="1C84739A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9A75A4A" w14:textId="54DD2357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43FC1E5" w14:textId="1DBA3986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273C9655" w14:textId="77777777" w:rsidTr="00763A35">
        <w:tc>
          <w:tcPr>
            <w:tcW w:w="1962" w:type="dxa"/>
          </w:tcPr>
          <w:p w14:paraId="6AFDA53A" w14:textId="1DE30E4C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FB8A07A" w14:textId="214BF79F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F12C49" w14:textId="0C3D86F7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4AE2DB3E" w14:textId="77777777" w:rsidTr="00763A35">
        <w:tc>
          <w:tcPr>
            <w:tcW w:w="1962" w:type="dxa"/>
          </w:tcPr>
          <w:p w14:paraId="1D860049" w14:textId="1257A556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C5A126" w14:textId="6BB471A5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C4043A" w14:textId="2F6F6C4A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0F1E3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4DA3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255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5580F4" w14:textId="77777777" w:rsidTr="31E81A91">
        <w:tc>
          <w:tcPr>
            <w:tcW w:w="9670" w:type="dxa"/>
          </w:tcPr>
          <w:p w14:paraId="7FE4EC98" w14:textId="5E56626C" w:rsidR="0085747A" w:rsidRPr="009C54AE" w:rsidRDefault="006132A6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>Warunkiem zaliczenia przedmiotu jest otrzymanie pozytywnych ocen z kolokwiów. Oceny ustalane są na podstawie liczby uzyskanych punktów: [0%-5</w:t>
            </w:r>
            <w:r w:rsidR="4F4A78C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ndst, [5</w:t>
            </w:r>
            <w:r w:rsidR="490364F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%-6</w:t>
            </w:r>
            <w:r w:rsidR="7B4EE44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dst, [6</w:t>
            </w:r>
            <w:r w:rsidR="64E4B11D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%-7</w:t>
            </w:r>
            <w:r w:rsidR="7339BD89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dst plus, [7</w:t>
            </w:r>
            <w:r w:rsidR="7B30E851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%-8</w:t>
            </w:r>
            <w:r w:rsidR="73A8F9DF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db, [8</w:t>
            </w:r>
            <w:r w:rsidR="3F3EB21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%-91%) db plus, [91%-100%)]</w:t>
            </w:r>
            <w:r w:rsidR="00F73930" w:rsidRPr="31E81A9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1E81A91">
              <w:rPr>
                <w:rFonts w:ascii="Corbel" w:hAnsi="Corbel"/>
                <w:b w:val="0"/>
                <w:smallCaps w:val="0"/>
              </w:rPr>
              <w:t>– bdb. Na podstawie liczby uzyskanych punktów ustalana jest również ocena końcowa na zaliczenie.</w:t>
            </w:r>
          </w:p>
        </w:tc>
      </w:tr>
    </w:tbl>
    <w:p w14:paraId="4740BC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5920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FA9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05E82" w14:textId="77777777" w:rsidTr="003E1941">
        <w:tc>
          <w:tcPr>
            <w:tcW w:w="4962" w:type="dxa"/>
            <w:vAlign w:val="center"/>
          </w:tcPr>
          <w:p w14:paraId="0961EB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84FED1" w14:textId="3A597C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2766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01051" w14:textId="77777777" w:rsidTr="00923D7D">
        <w:tc>
          <w:tcPr>
            <w:tcW w:w="4962" w:type="dxa"/>
          </w:tcPr>
          <w:p w14:paraId="0BA67F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D6745DE" w14:textId="1793085C" w:rsidR="0085747A" w:rsidRPr="009C54AE" w:rsidRDefault="00D4504B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486540" w14:textId="77777777" w:rsidTr="00923D7D">
        <w:tc>
          <w:tcPr>
            <w:tcW w:w="4962" w:type="dxa"/>
          </w:tcPr>
          <w:p w14:paraId="0DAED5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00C82" w14:textId="50AED1C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FC7CB1" w14:textId="5DB3B5A2" w:rsidR="00C61DC5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8A9AE25" w14:textId="77777777" w:rsidTr="00923D7D">
        <w:tc>
          <w:tcPr>
            <w:tcW w:w="4962" w:type="dxa"/>
          </w:tcPr>
          <w:p w14:paraId="3515FB33" w14:textId="50C7452B" w:rsidR="00C61DC5" w:rsidRPr="009C54AE" w:rsidRDefault="00C61DC5" w:rsidP="00005A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przygotowanie do zajęć</w:t>
            </w:r>
            <w:r w:rsidR="00825055">
              <w:rPr>
                <w:rFonts w:ascii="Corbel" w:hAnsi="Corbel"/>
                <w:sz w:val="24"/>
                <w:szCs w:val="24"/>
              </w:rPr>
              <w:t xml:space="preserve"> </w:t>
            </w:r>
            <w:r w:rsidR="004101C0">
              <w:rPr>
                <w:rFonts w:ascii="Corbel" w:hAnsi="Corbel"/>
                <w:sz w:val="24"/>
                <w:szCs w:val="24"/>
              </w:rPr>
              <w:t xml:space="preserve">i </w:t>
            </w:r>
            <w:r w:rsidR="00520618" w:rsidRPr="00520618">
              <w:rPr>
                <w:rFonts w:ascii="Corbel" w:hAnsi="Corbel"/>
                <w:sz w:val="24"/>
                <w:szCs w:val="24"/>
              </w:rPr>
              <w:t>kolokwiów</w:t>
            </w:r>
          </w:p>
        </w:tc>
        <w:tc>
          <w:tcPr>
            <w:tcW w:w="4677" w:type="dxa"/>
          </w:tcPr>
          <w:p w14:paraId="2752A5A7" w14:textId="477677AC" w:rsidR="00C61DC5" w:rsidRPr="009C54AE" w:rsidRDefault="00D4504B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E9E036E" w14:textId="77777777" w:rsidTr="00923D7D">
        <w:tc>
          <w:tcPr>
            <w:tcW w:w="4962" w:type="dxa"/>
          </w:tcPr>
          <w:p w14:paraId="108A76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01C98E" w14:textId="79AC3D10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0ECB4E9" w14:textId="77777777" w:rsidTr="00923D7D">
        <w:tc>
          <w:tcPr>
            <w:tcW w:w="4962" w:type="dxa"/>
          </w:tcPr>
          <w:p w14:paraId="0EF691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3F0698" w14:textId="5FAF995A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E511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D3D6C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4A8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2C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B05CAD" w14:textId="77777777" w:rsidTr="00005A66">
        <w:trPr>
          <w:trHeight w:val="397"/>
        </w:trPr>
        <w:tc>
          <w:tcPr>
            <w:tcW w:w="4082" w:type="dxa"/>
          </w:tcPr>
          <w:p w14:paraId="187253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6E4B1" w14:textId="160DF84A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4BDE00" w14:textId="77777777" w:rsidTr="00005A66">
        <w:trPr>
          <w:trHeight w:val="397"/>
        </w:trPr>
        <w:tc>
          <w:tcPr>
            <w:tcW w:w="4082" w:type="dxa"/>
          </w:tcPr>
          <w:p w14:paraId="0EE034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A55D7FD" w14:textId="30FAE847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907E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A0E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F373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FAF8FB0" w14:textId="77777777" w:rsidTr="31E81A91">
        <w:trPr>
          <w:trHeight w:val="397"/>
        </w:trPr>
        <w:tc>
          <w:tcPr>
            <w:tcW w:w="9497" w:type="dxa"/>
          </w:tcPr>
          <w:p w14:paraId="1FD9577F" w14:textId="77777777" w:rsidR="0085747A" w:rsidRDefault="0085747A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11FCA3FD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1. Kukuła K. (red.), Badania operacyjne w przykładach i zadaniach, PWN, Warszawa 2016.</w:t>
            </w:r>
          </w:p>
          <w:p w14:paraId="242BDD14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Lipiec-Zajchowska M. (red.), Wspomaganie procesów decyzyjnych. Tom III. Badania operacyjne, C. H. Beck, 2003.</w:t>
            </w:r>
          </w:p>
          <w:p w14:paraId="549BFFC2" w14:textId="41CD1CA3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3. Nowak M., Symulacja komputerowa w problemach decyzyjnych, AE, Katowice 2007.</w:t>
            </w:r>
          </w:p>
        </w:tc>
      </w:tr>
      <w:tr w:rsidR="0085747A" w:rsidRPr="009C54AE" w14:paraId="5D49F200" w14:textId="77777777" w:rsidTr="31E81A91">
        <w:trPr>
          <w:trHeight w:val="397"/>
        </w:trPr>
        <w:tc>
          <w:tcPr>
            <w:tcW w:w="9497" w:type="dxa"/>
          </w:tcPr>
          <w:p w14:paraId="138F49E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D907DF" w14:textId="2962BDB9" w:rsidR="00DE5ADE" w:rsidRPr="00DE5ADE" w:rsidRDefault="48B7E589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 xml:space="preserve">1. </w:t>
            </w:r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Sarama M., Wyznaczanie decyzji optymalnych za pomocą dodatku Solver [W:] </w:t>
            </w:r>
            <w:r w:rsidRPr="31E81A91">
              <w:rPr>
                <w:rFonts w:ascii="Corbel" w:hAnsi="Corbel"/>
                <w:b w:val="0"/>
                <w:smallCaps w:val="0"/>
              </w:rPr>
              <w:t>Hales C. (red.), Wykorzystanie narzędzi informatycznych w naukach ekonomicznych. Przykłady i zadania, Wydawnictwo Uniwersytetu Rzeszowskiego 2007.</w:t>
            </w:r>
          </w:p>
          <w:p w14:paraId="060FB2A2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Sikora W. (red.), Badania operacyjne, PWE, Warszawa 2008.</w:t>
            </w:r>
          </w:p>
          <w:p w14:paraId="0D284774" w14:textId="1DC37ED5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3. Szymczak M. (red.), Decyzje logistyczne z Excelem, Difin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8D5C1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C85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CBD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1A152" w14:textId="77777777" w:rsidR="00DF23CF" w:rsidRDefault="00DF23CF" w:rsidP="00C16ABF">
      <w:pPr>
        <w:spacing w:after="0" w:line="240" w:lineRule="auto"/>
      </w:pPr>
      <w:r>
        <w:separator/>
      </w:r>
    </w:p>
  </w:endnote>
  <w:endnote w:type="continuationSeparator" w:id="0">
    <w:p w14:paraId="125895F9" w14:textId="77777777" w:rsidR="00DF23CF" w:rsidRDefault="00DF23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643F2" w14:textId="77777777" w:rsidR="00DF23CF" w:rsidRDefault="00DF23CF" w:rsidP="00C16ABF">
      <w:pPr>
        <w:spacing w:after="0" w:line="240" w:lineRule="auto"/>
      </w:pPr>
      <w:r>
        <w:separator/>
      </w:r>
    </w:p>
  </w:footnote>
  <w:footnote w:type="continuationSeparator" w:id="0">
    <w:p w14:paraId="0F8822F8" w14:textId="77777777" w:rsidR="00DF23CF" w:rsidRDefault="00DF23CF" w:rsidP="00C16ABF">
      <w:pPr>
        <w:spacing w:after="0" w:line="240" w:lineRule="auto"/>
      </w:pPr>
      <w:r>
        <w:continuationSeparator/>
      </w:r>
    </w:p>
  </w:footnote>
  <w:footnote w:id="1">
    <w:p w14:paraId="25D28F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A0D80"/>
    <w:multiLevelType w:val="hybridMultilevel"/>
    <w:tmpl w:val="1E40ECAE"/>
    <w:lvl w:ilvl="0" w:tplc="4FACC964">
      <w:start w:val="1"/>
      <w:numFmt w:val="decimal"/>
      <w:lvlText w:val="%1."/>
      <w:lvlJc w:val="left"/>
      <w:pPr>
        <w:ind w:left="720" w:hanging="360"/>
      </w:pPr>
    </w:lvl>
    <w:lvl w:ilvl="1" w:tplc="A198B4C8">
      <w:start w:val="1"/>
      <w:numFmt w:val="lowerLetter"/>
      <w:lvlText w:val="%2."/>
      <w:lvlJc w:val="left"/>
      <w:pPr>
        <w:ind w:left="1440" w:hanging="360"/>
      </w:pPr>
    </w:lvl>
    <w:lvl w:ilvl="2" w:tplc="D5ACE2A6">
      <w:start w:val="1"/>
      <w:numFmt w:val="lowerRoman"/>
      <w:lvlText w:val="%3."/>
      <w:lvlJc w:val="right"/>
      <w:pPr>
        <w:ind w:left="2160" w:hanging="180"/>
      </w:pPr>
    </w:lvl>
    <w:lvl w:ilvl="3" w:tplc="978EB02E">
      <w:start w:val="1"/>
      <w:numFmt w:val="decimal"/>
      <w:lvlText w:val="%4."/>
      <w:lvlJc w:val="left"/>
      <w:pPr>
        <w:ind w:left="2880" w:hanging="360"/>
      </w:pPr>
    </w:lvl>
    <w:lvl w:ilvl="4" w:tplc="4A644ED0">
      <w:start w:val="1"/>
      <w:numFmt w:val="lowerLetter"/>
      <w:lvlText w:val="%5."/>
      <w:lvlJc w:val="left"/>
      <w:pPr>
        <w:ind w:left="3600" w:hanging="360"/>
      </w:pPr>
    </w:lvl>
    <w:lvl w:ilvl="5" w:tplc="F314FBF4">
      <w:start w:val="1"/>
      <w:numFmt w:val="lowerRoman"/>
      <w:lvlText w:val="%6."/>
      <w:lvlJc w:val="right"/>
      <w:pPr>
        <w:ind w:left="4320" w:hanging="180"/>
      </w:pPr>
    </w:lvl>
    <w:lvl w:ilvl="6" w:tplc="894A3D4A">
      <w:start w:val="1"/>
      <w:numFmt w:val="decimal"/>
      <w:lvlText w:val="%7."/>
      <w:lvlJc w:val="left"/>
      <w:pPr>
        <w:ind w:left="5040" w:hanging="360"/>
      </w:pPr>
    </w:lvl>
    <w:lvl w:ilvl="7" w:tplc="9BAEEA9C">
      <w:start w:val="1"/>
      <w:numFmt w:val="lowerLetter"/>
      <w:lvlText w:val="%8."/>
      <w:lvlJc w:val="left"/>
      <w:pPr>
        <w:ind w:left="5760" w:hanging="360"/>
      </w:pPr>
    </w:lvl>
    <w:lvl w:ilvl="8" w:tplc="E258F8C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A66"/>
    <w:rsid w:val="000077B4"/>
    <w:rsid w:val="00015B8F"/>
    <w:rsid w:val="00022ECE"/>
    <w:rsid w:val="00042A51"/>
    <w:rsid w:val="00042D2E"/>
    <w:rsid w:val="00044C82"/>
    <w:rsid w:val="00053BE7"/>
    <w:rsid w:val="00070ED6"/>
    <w:rsid w:val="000742DC"/>
    <w:rsid w:val="00084C12"/>
    <w:rsid w:val="000937A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63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D46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9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1C0"/>
    <w:rsid w:val="00414E3C"/>
    <w:rsid w:val="0042244A"/>
    <w:rsid w:val="0042745A"/>
    <w:rsid w:val="00431D5C"/>
    <w:rsid w:val="004362C6"/>
    <w:rsid w:val="00437FA2"/>
    <w:rsid w:val="00445970"/>
    <w:rsid w:val="00461EFC"/>
    <w:rsid w:val="0046413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271"/>
    <w:rsid w:val="004D5282"/>
    <w:rsid w:val="004F1551"/>
    <w:rsid w:val="004F55A3"/>
    <w:rsid w:val="0050496F"/>
    <w:rsid w:val="00513B6F"/>
    <w:rsid w:val="00517C63"/>
    <w:rsid w:val="00520618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A6"/>
    <w:rsid w:val="00617230"/>
    <w:rsid w:val="00621CE1"/>
    <w:rsid w:val="006246D4"/>
    <w:rsid w:val="0062766B"/>
    <w:rsid w:val="00627FC9"/>
    <w:rsid w:val="00647FA8"/>
    <w:rsid w:val="00650C5F"/>
    <w:rsid w:val="00654934"/>
    <w:rsid w:val="006620D9"/>
    <w:rsid w:val="00671958"/>
    <w:rsid w:val="00675843"/>
    <w:rsid w:val="00691F8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A3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950"/>
    <w:rsid w:val="007D6E56"/>
    <w:rsid w:val="007F4155"/>
    <w:rsid w:val="0081554D"/>
    <w:rsid w:val="0081707E"/>
    <w:rsid w:val="008206BF"/>
    <w:rsid w:val="008250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A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EF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04B"/>
    <w:rsid w:val="00D552B2"/>
    <w:rsid w:val="00D608D1"/>
    <w:rsid w:val="00D74119"/>
    <w:rsid w:val="00D8075B"/>
    <w:rsid w:val="00D8678B"/>
    <w:rsid w:val="00DA2114"/>
    <w:rsid w:val="00DA6057"/>
    <w:rsid w:val="00DC6D0C"/>
    <w:rsid w:val="00DD73D4"/>
    <w:rsid w:val="00DE09C0"/>
    <w:rsid w:val="00DE4A14"/>
    <w:rsid w:val="00DE5ADE"/>
    <w:rsid w:val="00DF23CF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70"/>
    <w:rsid w:val="00F17567"/>
    <w:rsid w:val="00F27A7B"/>
    <w:rsid w:val="00F526AF"/>
    <w:rsid w:val="00F617C3"/>
    <w:rsid w:val="00F7066B"/>
    <w:rsid w:val="00F7393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F74"/>
    <w:rsid w:val="00FF5E7D"/>
    <w:rsid w:val="12FF8E1A"/>
    <w:rsid w:val="1480DE8D"/>
    <w:rsid w:val="31E81A91"/>
    <w:rsid w:val="3F3EB212"/>
    <w:rsid w:val="4300799E"/>
    <w:rsid w:val="48B7E589"/>
    <w:rsid w:val="490364F2"/>
    <w:rsid w:val="4F4A78C4"/>
    <w:rsid w:val="57C1B116"/>
    <w:rsid w:val="64E4B11D"/>
    <w:rsid w:val="67A68806"/>
    <w:rsid w:val="6C9AC7F4"/>
    <w:rsid w:val="7339BD89"/>
    <w:rsid w:val="73A8F9DF"/>
    <w:rsid w:val="7B30E851"/>
    <w:rsid w:val="7B4EE444"/>
    <w:rsid w:val="7E40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DA7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F4F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F4F74"/>
  </w:style>
  <w:style w:type="character" w:customStyle="1" w:styleId="spellingerror">
    <w:name w:val="spellingerror"/>
    <w:basedOn w:val="Domylnaczcionkaakapitu"/>
    <w:rsid w:val="00FF4F74"/>
  </w:style>
  <w:style w:type="character" w:customStyle="1" w:styleId="eop">
    <w:name w:val="eop"/>
    <w:basedOn w:val="Domylnaczcionkaakapitu"/>
    <w:rsid w:val="00FF4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BB90E7-D10F-4B19-B5CC-8DC6B3C96D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CE9042-A914-4134-8835-46C2CCD37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C7011-00B9-4B4F-A10D-F8CECEFDF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991BE9-36F2-4443-978B-01EB1F2B2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837</Words>
  <Characters>5027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2020-11-22T00:40:00Z</dcterms:created>
  <dcterms:modified xsi:type="dcterms:W3CDTF">2020-12-13T11:21:00Z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